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7D" w:rsidRPr="00E97D54" w:rsidRDefault="00C8117D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1E4DFE">
        <w:rPr>
          <w:i/>
          <w:iCs/>
          <w:caps/>
          <w:sz w:val="24"/>
          <w:szCs w:val="24"/>
          <w:lang w:val="bg-BG"/>
        </w:rPr>
        <w:t>Образец №</w:t>
      </w:r>
      <w:r w:rsidRPr="001E4DFE">
        <w:rPr>
          <w:i/>
          <w:iCs/>
          <w:caps/>
          <w:sz w:val="24"/>
          <w:szCs w:val="24"/>
          <w:lang w:val="ru-RU"/>
        </w:rPr>
        <w:t xml:space="preserve"> 20-</w:t>
      </w:r>
      <w:r w:rsidRPr="001E4DFE">
        <w:rPr>
          <w:i/>
          <w:iCs/>
          <w:caps/>
          <w:w w:val="150"/>
          <w:sz w:val="24"/>
          <w:szCs w:val="24"/>
          <w:lang w:val="bg-BG"/>
        </w:rPr>
        <w:t>11</w:t>
      </w:r>
    </w:p>
    <w:p w:rsidR="00C8117D" w:rsidRPr="001E4DFE" w:rsidRDefault="00C8117D" w:rsidP="007056B0">
      <w:pPr>
        <w:rPr>
          <w:b/>
          <w:bCs/>
          <w:sz w:val="24"/>
          <w:szCs w:val="24"/>
          <w:lang w:val="ru-RU"/>
        </w:rPr>
      </w:pPr>
      <w:r w:rsidRPr="001E4DFE">
        <w:rPr>
          <w:b/>
          <w:bCs/>
          <w:sz w:val="24"/>
          <w:szCs w:val="24"/>
          <w:lang w:val="ru-RU"/>
        </w:rPr>
        <w:t>До</w:t>
      </w:r>
      <w:r w:rsidRPr="001E4DFE">
        <w:rPr>
          <w:b/>
          <w:bCs/>
          <w:sz w:val="24"/>
          <w:szCs w:val="24"/>
          <w:lang w:val="ru-RU"/>
        </w:rPr>
        <w:tab/>
      </w:r>
    </w:p>
    <w:p w:rsidR="00C8117D" w:rsidRPr="001E4DFE" w:rsidRDefault="00C8117D" w:rsidP="007056B0">
      <w:pPr>
        <w:rPr>
          <w:b/>
          <w:bCs/>
          <w:sz w:val="24"/>
          <w:szCs w:val="24"/>
          <w:lang w:val="ru-RU"/>
        </w:rPr>
      </w:pPr>
      <w:r w:rsidRPr="001E4DFE">
        <w:rPr>
          <w:b/>
          <w:bCs/>
          <w:sz w:val="24"/>
          <w:szCs w:val="24"/>
          <w:lang w:val="ru-RU"/>
        </w:rPr>
        <w:t>Община Габрово</w:t>
      </w:r>
    </w:p>
    <w:p w:rsidR="00C8117D" w:rsidRDefault="00C8117D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C8117D" w:rsidRDefault="00C8117D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C8117D" w:rsidRDefault="00C8117D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C8117D" w:rsidRPr="001E4DFE" w:rsidRDefault="00C8117D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E4DFE">
        <w:rPr>
          <w:b/>
          <w:bCs/>
          <w:sz w:val="24"/>
          <w:szCs w:val="24"/>
          <w:lang w:val="ru-RU"/>
        </w:rPr>
        <w:t xml:space="preserve"> с предмет:</w:t>
      </w:r>
    </w:p>
    <w:p w:rsidR="00C8117D" w:rsidRPr="001E4DFE" w:rsidRDefault="00C8117D" w:rsidP="007056B0">
      <w:pPr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1E4DFE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1E4DFE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C8117D" w:rsidRPr="001E4DFE" w:rsidRDefault="00C8117D" w:rsidP="007056B0">
      <w:pPr>
        <w:spacing w:after="200" w:line="276" w:lineRule="auto"/>
        <w:jc w:val="center"/>
        <w:rPr>
          <w:lang w:val="ru-RU"/>
        </w:rPr>
      </w:pPr>
      <w:bookmarkStart w:id="0" w:name="_GoBack"/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 1</w:t>
      </w:r>
      <w:r>
        <w:rPr>
          <w:b/>
          <w:bCs/>
          <w:i/>
          <w:iCs/>
          <w:sz w:val="24"/>
          <w:szCs w:val="24"/>
          <w:u w:val="single"/>
          <w:lang w:val="bg-BG"/>
        </w:rPr>
        <w:t>1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577B43">
        <w:rPr>
          <w:b/>
          <w:bCs/>
          <w:sz w:val="24"/>
          <w:szCs w:val="24"/>
          <w:lang w:val="bg-BG"/>
        </w:rPr>
        <w:t>ТЕКУЩ РЕМОНТ УЛИЧНА МРЕЖА</w:t>
      </w:r>
    </w:p>
    <w:bookmarkEnd w:id="0"/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C8117D" w:rsidRPr="006C4620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C8117D" w:rsidRPr="001E4DFE" w:rsidRDefault="00C8117D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E4DFE">
        <w:rPr>
          <w:b/>
          <w:bCs/>
          <w:sz w:val="22"/>
          <w:szCs w:val="22"/>
          <w:lang w:val="ru-RU"/>
        </w:rPr>
        <w:t>УВАЖАЕМИ ДАМИ И ГОСПОДА,</w:t>
      </w:r>
    </w:p>
    <w:p w:rsidR="00C8117D" w:rsidRDefault="00C8117D" w:rsidP="007056B0">
      <w:pPr>
        <w:jc w:val="both"/>
        <w:rPr>
          <w:sz w:val="22"/>
          <w:szCs w:val="22"/>
          <w:lang w:val="bg-BG"/>
        </w:rPr>
      </w:pPr>
    </w:p>
    <w:p w:rsidR="00C8117D" w:rsidRPr="001E4DFE" w:rsidRDefault="00C8117D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1E4DF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E4DFE">
        <w:rPr>
          <w:b/>
          <w:bCs/>
          <w:sz w:val="22"/>
          <w:szCs w:val="22"/>
          <w:lang w:val="ru-RU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1E4DFE">
        <w:rPr>
          <w:b/>
          <w:bCs/>
          <w:sz w:val="22"/>
          <w:szCs w:val="22"/>
          <w:lang w:val="ru-RU"/>
        </w:rPr>
        <w:t xml:space="preserve">по </w:t>
      </w:r>
    </w:p>
    <w:p w:rsidR="00C8117D" w:rsidRPr="001E4DFE" w:rsidRDefault="00C8117D" w:rsidP="007056B0">
      <w:pPr>
        <w:jc w:val="both"/>
        <w:rPr>
          <w:b/>
          <w:bCs/>
          <w:sz w:val="22"/>
          <w:szCs w:val="22"/>
          <w:lang w:val="ru-RU"/>
        </w:rPr>
      </w:pPr>
    </w:p>
    <w:p w:rsidR="00C8117D" w:rsidRPr="00F96092" w:rsidRDefault="00C8117D" w:rsidP="00577B43">
      <w:pPr>
        <w:tabs>
          <w:tab w:val="left" w:pos="0"/>
          <w:tab w:val="left" w:pos="1134"/>
        </w:tabs>
        <w:spacing w:after="200" w:line="276" w:lineRule="auto"/>
        <w:jc w:val="both"/>
        <w:rPr>
          <w:color w:val="000000"/>
          <w:sz w:val="24"/>
          <w:szCs w:val="24"/>
          <w:lang w:val="bg-BG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 1</w:t>
      </w:r>
      <w:r>
        <w:rPr>
          <w:b/>
          <w:bCs/>
          <w:i/>
          <w:iCs/>
          <w:sz w:val="24"/>
          <w:szCs w:val="24"/>
          <w:u w:val="single"/>
          <w:lang w:val="bg-BG"/>
        </w:rPr>
        <w:t>1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577B43">
        <w:rPr>
          <w:b/>
          <w:bCs/>
          <w:sz w:val="24"/>
          <w:szCs w:val="24"/>
          <w:lang w:val="bg-BG"/>
        </w:rPr>
        <w:t>ТЕКУЩ РЕМОНТ УЛИЧНА МРЕЖА</w:t>
      </w:r>
      <w:r w:rsidRPr="001E4DFE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1E4DF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1E4DF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C8117D" w:rsidRPr="001E4DFE" w:rsidRDefault="00C8117D" w:rsidP="007056B0">
      <w:pPr>
        <w:jc w:val="center"/>
        <w:rPr>
          <w:b/>
          <w:bCs/>
          <w:sz w:val="22"/>
          <w:szCs w:val="22"/>
          <w:lang w:val="ru-RU"/>
        </w:rPr>
      </w:pPr>
      <w:r w:rsidRPr="001E4DFE">
        <w:rPr>
          <w:b/>
          <w:bCs/>
          <w:sz w:val="22"/>
          <w:szCs w:val="22"/>
          <w:lang w:val="ru-RU"/>
        </w:rPr>
        <w:t>ПРЕДЛАГАМЕ :</w:t>
      </w:r>
    </w:p>
    <w:p w:rsidR="00C8117D" w:rsidRPr="001E4DFE" w:rsidRDefault="00C8117D" w:rsidP="007056B0">
      <w:pPr>
        <w:rPr>
          <w:sz w:val="22"/>
          <w:szCs w:val="22"/>
          <w:lang w:val="ru-RU"/>
        </w:rPr>
      </w:pPr>
    </w:p>
    <w:p w:rsidR="00C8117D" w:rsidRPr="004075B0" w:rsidRDefault="00C8117D" w:rsidP="001E4DFE">
      <w:pPr>
        <w:ind w:firstLine="708"/>
        <w:rPr>
          <w:sz w:val="22"/>
          <w:szCs w:val="22"/>
          <w:lang w:val="bg-BG"/>
        </w:rPr>
      </w:pPr>
      <w:r w:rsidRPr="001E4DFE">
        <w:rPr>
          <w:sz w:val="22"/>
          <w:szCs w:val="22"/>
          <w:lang w:val="ru-RU"/>
        </w:rPr>
        <w:t>Да изпълним ОП при следните условия:</w:t>
      </w:r>
    </w:p>
    <w:p w:rsidR="00C8117D" w:rsidRPr="001E4DFE" w:rsidRDefault="00C8117D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1E4DF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1.1.</w:t>
      </w:r>
      <w:r w:rsidRPr="00F80820">
        <w:rPr>
          <w:b/>
          <w:bCs/>
          <w:sz w:val="22"/>
          <w:szCs w:val="22"/>
          <w:lang w:val="bg-BG"/>
        </w:rPr>
        <w:t>Изкърпване</w:t>
      </w:r>
      <w:r w:rsidRPr="00F80820">
        <w:rPr>
          <w:sz w:val="22"/>
          <w:szCs w:val="22"/>
          <w:lang w:val="bg-BG"/>
        </w:rPr>
        <w:t xml:space="preserve"> 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с </w:t>
      </w:r>
      <w:r w:rsidRPr="00F80820">
        <w:rPr>
          <w:b/>
          <w:bCs/>
          <w:sz w:val="22"/>
          <w:szCs w:val="22"/>
          <w:lang w:val="bg-BG"/>
        </w:rPr>
        <w:t xml:space="preserve">плътна </w:t>
      </w:r>
      <w:r w:rsidRPr="00F8082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1.2. </w:t>
      </w:r>
      <w:r w:rsidRPr="00F80820">
        <w:rPr>
          <w:b/>
          <w:bCs/>
          <w:sz w:val="22"/>
          <w:szCs w:val="22"/>
          <w:lang w:val="bg-BG"/>
        </w:rPr>
        <w:t xml:space="preserve">Изкърпване </w:t>
      </w:r>
      <w:r w:rsidRPr="00F80820">
        <w:rPr>
          <w:sz w:val="22"/>
          <w:szCs w:val="22"/>
          <w:lang w:val="bg-BG"/>
        </w:rPr>
        <w:t xml:space="preserve">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 с </w:t>
      </w:r>
      <w:r w:rsidRPr="00F80820">
        <w:rPr>
          <w:b/>
          <w:bCs/>
          <w:sz w:val="22"/>
          <w:szCs w:val="22"/>
          <w:lang w:val="bg-BG"/>
        </w:rPr>
        <w:t>неплътна</w:t>
      </w:r>
      <w:r w:rsidRPr="00F80820">
        <w:rPr>
          <w:sz w:val="22"/>
          <w:szCs w:val="22"/>
          <w:lang w:val="bg-BG"/>
        </w:rPr>
        <w:t xml:space="preserve">  смес с дебел. 4 см,</w:t>
      </w:r>
      <w:r w:rsidRPr="00F80820">
        <w:rPr>
          <w:sz w:val="22"/>
          <w:szCs w:val="22"/>
          <w:u w:val="single"/>
          <w:lang w:val="bg-BG"/>
        </w:rPr>
        <w:t xml:space="preserve"> </w:t>
      </w:r>
      <w:r w:rsidRPr="00F8082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1.3.</w:t>
      </w:r>
      <w:r w:rsidRPr="00F80820">
        <w:rPr>
          <w:b/>
          <w:bCs/>
          <w:sz w:val="22"/>
          <w:szCs w:val="22"/>
          <w:lang w:val="bg-BG"/>
        </w:rPr>
        <w:t xml:space="preserve">Изкърпване </w:t>
      </w:r>
      <w:r w:rsidRPr="00F80820">
        <w:rPr>
          <w:sz w:val="22"/>
          <w:szCs w:val="22"/>
          <w:lang w:val="bg-BG"/>
        </w:rPr>
        <w:t xml:space="preserve">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с </w:t>
      </w:r>
      <w:r w:rsidRPr="00F80820">
        <w:rPr>
          <w:b/>
          <w:bCs/>
          <w:sz w:val="22"/>
          <w:szCs w:val="22"/>
          <w:lang w:val="bg-BG"/>
        </w:rPr>
        <w:t xml:space="preserve">плътна </w:t>
      </w:r>
      <w:r w:rsidRPr="00F80820">
        <w:rPr>
          <w:sz w:val="22"/>
          <w:szCs w:val="22"/>
          <w:lang w:val="bg-BG"/>
        </w:rPr>
        <w:t xml:space="preserve"> смес с дебелина 4 см,</w:t>
      </w:r>
    </w:p>
    <w:p w:rsidR="00C8117D" w:rsidRPr="00F80820" w:rsidRDefault="00C8117D" w:rsidP="00577B43">
      <w:pPr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1.4.</w:t>
      </w:r>
      <w:r w:rsidRPr="00F80820">
        <w:rPr>
          <w:b/>
          <w:bCs/>
          <w:sz w:val="22"/>
          <w:szCs w:val="22"/>
          <w:lang w:val="bg-BG"/>
        </w:rPr>
        <w:t xml:space="preserve">Фрезоване </w:t>
      </w:r>
      <w:r w:rsidRPr="00F80820">
        <w:rPr>
          <w:sz w:val="22"/>
          <w:szCs w:val="22"/>
          <w:lang w:val="bg-BG"/>
        </w:rPr>
        <w:t xml:space="preserve">стара асфалтова настилка с деб. до 4см /без извозване на отпадъчния </w:t>
      </w:r>
    </w:p>
    <w:p w:rsidR="00C8117D" w:rsidRPr="00F80820" w:rsidRDefault="00C8117D" w:rsidP="00577B43">
      <w:pPr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материал/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1.5. </w:t>
      </w:r>
      <w:r w:rsidRPr="00F80820">
        <w:rPr>
          <w:b/>
          <w:bCs/>
          <w:sz w:val="22"/>
          <w:szCs w:val="22"/>
          <w:lang w:val="bg-BG"/>
        </w:rPr>
        <w:t>Машинно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плътна асфалтова смес</w:t>
      </w:r>
      <w:r w:rsidRPr="00F8082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лв/т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1.6. </w:t>
      </w:r>
      <w:r w:rsidRPr="00F80820">
        <w:rPr>
          <w:b/>
          <w:bCs/>
          <w:sz w:val="22"/>
          <w:szCs w:val="22"/>
          <w:lang w:val="bg-BG"/>
        </w:rPr>
        <w:t>Машинно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неплътна асфалтова смес</w:t>
      </w:r>
      <w:r w:rsidRPr="00F8082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лв/т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1.7. </w:t>
      </w:r>
      <w:r w:rsidRPr="00F80820">
        <w:rPr>
          <w:b/>
          <w:bCs/>
          <w:sz w:val="22"/>
          <w:szCs w:val="22"/>
          <w:lang w:val="bg-BG"/>
        </w:rPr>
        <w:t>Ръчно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плътна</w:t>
      </w:r>
      <w:r w:rsidRPr="00F80820">
        <w:rPr>
          <w:sz w:val="22"/>
          <w:szCs w:val="22"/>
          <w:lang w:val="bg-BG"/>
        </w:rPr>
        <w:t xml:space="preserve"> </w:t>
      </w:r>
      <w:r w:rsidRPr="00F80820">
        <w:rPr>
          <w:b/>
          <w:bCs/>
          <w:sz w:val="22"/>
          <w:szCs w:val="22"/>
          <w:lang w:val="bg-BG"/>
        </w:rPr>
        <w:t>асфалтова смес</w:t>
      </w:r>
      <w:r w:rsidRPr="00F8082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лв/т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1.8. Полагане </w:t>
      </w:r>
      <w:r w:rsidRPr="00F80820">
        <w:rPr>
          <w:b/>
          <w:bCs/>
          <w:sz w:val="22"/>
          <w:szCs w:val="22"/>
          <w:lang w:val="bg-BG"/>
        </w:rPr>
        <w:t xml:space="preserve">битумен разлив, </w:t>
      </w:r>
      <w:r w:rsidRPr="00F8082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1E4DFE">
        <w:rPr>
          <w:sz w:val="22"/>
          <w:szCs w:val="22"/>
          <w:lang w:val="ru-RU"/>
        </w:rPr>
        <w:t>3</w:t>
      </w:r>
      <w:r w:rsidRPr="00F80820">
        <w:rPr>
          <w:sz w:val="22"/>
          <w:szCs w:val="22"/>
          <w:lang w:val="bg-BG"/>
        </w:rPr>
        <w:t xml:space="preserve">мм </w:t>
      </w:r>
      <w:r w:rsidRPr="00F80820">
        <w:rPr>
          <w:sz w:val="22"/>
          <w:szCs w:val="22"/>
          <w:lang w:val="bg-BG"/>
        </w:rPr>
        <w:tab/>
      </w:r>
      <w:r w:rsidRPr="001E4DFE">
        <w:rPr>
          <w:sz w:val="22"/>
          <w:szCs w:val="22"/>
          <w:lang w:val="ru-RU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1E4DFE" w:rsidRDefault="00C8117D" w:rsidP="00577B43">
      <w:pPr>
        <w:ind w:firstLine="708"/>
        <w:jc w:val="both"/>
        <w:rPr>
          <w:sz w:val="22"/>
          <w:szCs w:val="22"/>
          <w:lang w:val="ru-RU"/>
        </w:rPr>
      </w:pPr>
      <w:r w:rsidRPr="00F80820">
        <w:rPr>
          <w:sz w:val="22"/>
          <w:szCs w:val="22"/>
          <w:lang w:val="bg-BG"/>
        </w:rPr>
        <w:t xml:space="preserve">1.9. Доставка и монтаж на </w:t>
      </w:r>
      <w:r w:rsidRPr="00F80820">
        <w:rPr>
          <w:b/>
          <w:bCs/>
          <w:sz w:val="22"/>
          <w:szCs w:val="22"/>
          <w:lang w:val="bg-BG"/>
        </w:rPr>
        <w:t>бордюри</w:t>
      </w:r>
      <w:r w:rsidRPr="00F80820">
        <w:rPr>
          <w:sz w:val="22"/>
          <w:szCs w:val="22"/>
          <w:lang w:val="bg-BG"/>
        </w:rPr>
        <w:t xml:space="preserve"> 18/35/50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</w:t>
      </w:r>
    </w:p>
    <w:p w:rsidR="00C8117D" w:rsidRPr="001E4DFE" w:rsidRDefault="00C8117D" w:rsidP="00577B43">
      <w:pPr>
        <w:ind w:firstLine="708"/>
        <w:jc w:val="both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 xml:space="preserve">1.9.1. </w:t>
      </w:r>
      <w:r w:rsidRPr="00191B9B">
        <w:rPr>
          <w:sz w:val="22"/>
          <w:szCs w:val="22"/>
          <w:lang w:val="bg-BG"/>
        </w:rPr>
        <w:t xml:space="preserve">Доставка и монтаж на </w:t>
      </w:r>
      <w:r w:rsidRPr="00191B9B">
        <w:rPr>
          <w:b/>
          <w:bCs/>
          <w:sz w:val="22"/>
          <w:szCs w:val="22"/>
          <w:lang w:val="bg-BG"/>
        </w:rPr>
        <w:t>бордюри</w:t>
      </w:r>
      <w:r w:rsidRPr="00191B9B">
        <w:rPr>
          <w:sz w:val="22"/>
          <w:szCs w:val="22"/>
          <w:lang w:val="bg-BG"/>
        </w:rPr>
        <w:t xml:space="preserve"> 1</w:t>
      </w:r>
      <w:r w:rsidRPr="001E4DFE">
        <w:rPr>
          <w:sz w:val="22"/>
          <w:szCs w:val="22"/>
          <w:lang w:val="ru-RU"/>
        </w:rPr>
        <w:t>5</w:t>
      </w:r>
      <w:r w:rsidRPr="00191B9B">
        <w:rPr>
          <w:sz w:val="22"/>
          <w:szCs w:val="22"/>
          <w:lang w:val="bg-BG"/>
        </w:rPr>
        <w:t>/</w:t>
      </w:r>
      <w:r w:rsidRPr="001E4DFE">
        <w:rPr>
          <w:sz w:val="22"/>
          <w:szCs w:val="22"/>
          <w:lang w:val="ru-RU"/>
        </w:rPr>
        <w:t>2</w:t>
      </w:r>
      <w:r w:rsidRPr="00191B9B">
        <w:rPr>
          <w:sz w:val="22"/>
          <w:szCs w:val="22"/>
          <w:lang w:val="bg-BG"/>
        </w:rPr>
        <w:t>5/50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-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лв/м</w:t>
      </w:r>
    </w:p>
    <w:p w:rsidR="00C8117D" w:rsidRPr="001E4DFE" w:rsidRDefault="00C8117D" w:rsidP="00577B43">
      <w:pPr>
        <w:ind w:firstLine="708"/>
        <w:jc w:val="both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 xml:space="preserve">1.9.2. </w:t>
      </w:r>
      <w:r w:rsidRPr="00191B9B">
        <w:rPr>
          <w:sz w:val="22"/>
          <w:szCs w:val="22"/>
          <w:lang w:val="bg-BG"/>
        </w:rPr>
        <w:t xml:space="preserve">Доставка и монтаж на градински </w:t>
      </w:r>
      <w:r w:rsidRPr="00191B9B">
        <w:rPr>
          <w:b/>
          <w:bCs/>
          <w:sz w:val="22"/>
          <w:szCs w:val="22"/>
          <w:lang w:val="bg-BG"/>
        </w:rPr>
        <w:t>бордюри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-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лв/м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1.10.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1.11.</w:t>
      </w:r>
      <w:r w:rsidRPr="00F80820">
        <w:rPr>
          <w:b/>
          <w:bCs/>
          <w:sz w:val="22"/>
          <w:szCs w:val="22"/>
          <w:lang w:val="bg-BG"/>
        </w:rPr>
        <w:t>Изкърпване</w:t>
      </w:r>
      <w:r w:rsidRPr="00F80820">
        <w:rPr>
          <w:sz w:val="22"/>
          <w:szCs w:val="22"/>
          <w:lang w:val="bg-BG"/>
        </w:rPr>
        <w:t xml:space="preserve"> 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с </w:t>
      </w:r>
      <w:r w:rsidRPr="00F80820">
        <w:rPr>
          <w:b/>
          <w:bCs/>
          <w:sz w:val="22"/>
          <w:szCs w:val="22"/>
          <w:lang w:val="bg-BG"/>
        </w:rPr>
        <w:t xml:space="preserve">неплътна </w:t>
      </w:r>
      <w:r w:rsidRPr="00F80820">
        <w:rPr>
          <w:sz w:val="22"/>
          <w:szCs w:val="22"/>
          <w:lang w:val="bg-BG"/>
        </w:rPr>
        <w:t xml:space="preserve"> смес с дебел. 4 см, </w:t>
      </w:r>
    </w:p>
    <w:p w:rsidR="00C8117D" w:rsidRPr="00F80820" w:rsidRDefault="00C8117D" w:rsidP="00577B43">
      <w:pPr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1.12. </w:t>
      </w:r>
      <w:r w:rsidRPr="00F80820">
        <w:rPr>
          <w:b/>
          <w:bCs/>
          <w:sz w:val="22"/>
          <w:szCs w:val="22"/>
          <w:lang w:val="bg-BG"/>
        </w:rPr>
        <w:t>Ръчно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неплътна асфалтова смес</w:t>
      </w:r>
      <w:r w:rsidRPr="00F80820">
        <w:rPr>
          <w:sz w:val="22"/>
          <w:szCs w:val="22"/>
          <w:lang w:val="bg-BG"/>
        </w:rPr>
        <w:t>, 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лв/т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1.13. Доставка и полагане капак на ревизионна шахта с размери ф 680 по система А</w:t>
      </w:r>
      <w:r w:rsidRPr="00F80820">
        <w:rPr>
          <w:sz w:val="22"/>
          <w:szCs w:val="22"/>
        </w:rPr>
        <w:t>CO</w:t>
      </w:r>
      <w:r w:rsidRPr="001E4DFE">
        <w:rPr>
          <w:sz w:val="22"/>
          <w:szCs w:val="22"/>
          <w:lang w:val="ru-RU"/>
        </w:rPr>
        <w:t xml:space="preserve"> </w:t>
      </w:r>
      <w:r w:rsidRPr="00F80820">
        <w:rPr>
          <w:sz w:val="22"/>
          <w:szCs w:val="22"/>
          <w:lang w:val="bg-BG"/>
        </w:rPr>
        <w:t>или еквивалентна, вкл. всички разходи по полагането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лв/бр.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</w:t>
      </w:r>
      <w:r>
        <w:rPr>
          <w:sz w:val="22"/>
          <w:szCs w:val="22"/>
          <w:lang w:val="bg-BG"/>
        </w:rPr>
        <w:t>4</w:t>
      </w:r>
      <w:r w:rsidRPr="00F80820">
        <w:rPr>
          <w:sz w:val="22"/>
          <w:szCs w:val="22"/>
          <w:lang w:val="bg-BG"/>
        </w:rPr>
        <w:t xml:space="preserve">. </w:t>
      </w:r>
      <w:r w:rsidRPr="00577B43">
        <w:rPr>
          <w:sz w:val="22"/>
          <w:szCs w:val="22"/>
          <w:lang w:val="bg-BG"/>
        </w:rPr>
        <w:t xml:space="preserve">Повдигане и укрепване на РШ с бетонова панела /без стойност на гривна и капак/ 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лв/бр.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</w:t>
      </w:r>
      <w:r>
        <w:rPr>
          <w:sz w:val="22"/>
          <w:szCs w:val="22"/>
          <w:lang w:val="bg-BG"/>
        </w:rPr>
        <w:t>5</w:t>
      </w:r>
      <w:r w:rsidRPr="00F80820">
        <w:rPr>
          <w:sz w:val="22"/>
          <w:szCs w:val="22"/>
          <w:lang w:val="bg-BG"/>
        </w:rPr>
        <w:t>. Повдигане и укрепване на дъждоприемни шахти /без стойността на решетката/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лв/бр.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1.1</w:t>
      </w:r>
      <w:r>
        <w:rPr>
          <w:sz w:val="22"/>
          <w:szCs w:val="22"/>
          <w:lang w:val="bg-BG"/>
        </w:rPr>
        <w:t>6</w:t>
      </w:r>
      <w:r w:rsidRPr="00F80820">
        <w:rPr>
          <w:sz w:val="22"/>
          <w:szCs w:val="22"/>
          <w:lang w:val="bg-BG"/>
        </w:rPr>
        <w:t>. Доставка и полагане бетон В15, 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лв/м3</w:t>
      </w:r>
    </w:p>
    <w:p w:rsidR="00C8117D" w:rsidRPr="001E4DFE" w:rsidRDefault="00C8117D" w:rsidP="00577B43">
      <w:pPr>
        <w:ind w:firstLine="708"/>
        <w:jc w:val="both"/>
        <w:rPr>
          <w:sz w:val="22"/>
          <w:szCs w:val="22"/>
          <w:lang w:val="ru-RU"/>
        </w:rPr>
      </w:pPr>
      <w:r w:rsidRPr="00F80820">
        <w:rPr>
          <w:sz w:val="22"/>
          <w:szCs w:val="22"/>
          <w:lang w:val="bg-BG"/>
        </w:rPr>
        <w:t>1.1</w:t>
      </w:r>
      <w:r>
        <w:rPr>
          <w:sz w:val="22"/>
          <w:szCs w:val="22"/>
          <w:lang w:val="bg-BG"/>
        </w:rPr>
        <w:t>7</w:t>
      </w:r>
      <w:r w:rsidRPr="00F80820">
        <w:rPr>
          <w:sz w:val="22"/>
          <w:szCs w:val="22"/>
          <w:lang w:val="bg-BG"/>
        </w:rPr>
        <w:t>. Кофраж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color w:val="FF0000"/>
          <w:sz w:val="22"/>
          <w:szCs w:val="22"/>
          <w:lang w:val="bg-BG"/>
        </w:rPr>
      </w:pPr>
      <w:r w:rsidRPr="001E4DFE">
        <w:rPr>
          <w:sz w:val="22"/>
          <w:szCs w:val="22"/>
          <w:lang w:val="ru-RU"/>
        </w:rPr>
        <w:t>1.1</w:t>
      </w:r>
      <w:r>
        <w:rPr>
          <w:sz w:val="22"/>
          <w:szCs w:val="22"/>
          <w:lang w:val="bg-BG"/>
        </w:rPr>
        <w:t>8</w:t>
      </w:r>
      <w:r w:rsidRPr="001E4DFE">
        <w:rPr>
          <w:sz w:val="22"/>
          <w:szCs w:val="22"/>
          <w:lang w:val="ru-RU"/>
        </w:rPr>
        <w:t xml:space="preserve">. </w:t>
      </w:r>
      <w:r w:rsidRPr="00F80820">
        <w:rPr>
          <w:sz w:val="22"/>
          <w:szCs w:val="22"/>
          <w:lang w:val="bg-BG"/>
        </w:rPr>
        <w:t xml:space="preserve">Заготовка и монтаж </w:t>
      </w:r>
      <w:r w:rsidRPr="00191B9B">
        <w:rPr>
          <w:sz w:val="22"/>
          <w:szCs w:val="22"/>
          <w:lang w:val="bg-BG"/>
        </w:rPr>
        <w:t>арматура  Ф 6-12 мм,</w:t>
      </w:r>
      <w:r w:rsidRPr="00F80820">
        <w:rPr>
          <w:color w:val="FF0000"/>
          <w:sz w:val="22"/>
          <w:szCs w:val="22"/>
          <w:lang w:val="bg-BG"/>
        </w:rPr>
        <w:t xml:space="preserve"> </w:t>
      </w:r>
      <w:r w:rsidRPr="00F80820">
        <w:rPr>
          <w:sz w:val="22"/>
          <w:szCs w:val="22"/>
          <w:lang w:val="bg-BG"/>
        </w:rPr>
        <w:t>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лв/кг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</w:t>
      </w:r>
      <w:r>
        <w:rPr>
          <w:sz w:val="22"/>
          <w:szCs w:val="22"/>
          <w:lang w:val="bg-BG"/>
        </w:rPr>
        <w:t>19</w:t>
      </w:r>
      <w:r w:rsidRPr="00F80820">
        <w:rPr>
          <w:sz w:val="22"/>
          <w:szCs w:val="22"/>
          <w:lang w:val="bg-BG"/>
        </w:rPr>
        <w:t>. Настилка с тротоарни плочи 30/30  на пясъчна основа,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1.2</w:t>
      </w:r>
      <w:r>
        <w:rPr>
          <w:sz w:val="22"/>
          <w:szCs w:val="22"/>
          <w:lang w:val="bg-BG"/>
        </w:rPr>
        <w:t>0</w:t>
      </w:r>
      <w:r w:rsidRPr="00F80820">
        <w:rPr>
          <w:sz w:val="22"/>
          <w:szCs w:val="22"/>
          <w:lang w:val="bg-BG"/>
        </w:rPr>
        <w:t>. Демонтаж и монтаж паважна настилка на пясъчна основа,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лв/м2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1.21</w:t>
      </w:r>
      <w:r w:rsidRPr="00F80820">
        <w:rPr>
          <w:sz w:val="22"/>
          <w:szCs w:val="22"/>
          <w:lang w:val="bg-BG"/>
        </w:rPr>
        <w:t xml:space="preserve">. </w:t>
      </w:r>
      <w:r w:rsidRPr="001E4DF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191B9B">
        <w:rPr>
          <w:sz w:val="22"/>
          <w:szCs w:val="22"/>
          <w:lang w:val="bg-BG"/>
        </w:rPr>
        <w:t>,</w:t>
      </w:r>
      <w:r w:rsidRPr="00F80820">
        <w:rPr>
          <w:sz w:val="22"/>
          <w:szCs w:val="22"/>
          <w:lang w:val="bg-BG"/>
        </w:rPr>
        <w:t xml:space="preserve">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лв/м3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1.22</w:t>
      </w:r>
      <w:r w:rsidRPr="00F80820">
        <w:rPr>
          <w:sz w:val="22"/>
          <w:szCs w:val="22"/>
          <w:lang w:val="bg-BG"/>
        </w:rPr>
        <w:t>. Натоварване стр. отпадъци на транспорт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лв/м3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1.23</w:t>
      </w:r>
      <w:r w:rsidRPr="00F80820">
        <w:rPr>
          <w:sz w:val="22"/>
          <w:szCs w:val="22"/>
          <w:lang w:val="bg-BG"/>
        </w:rPr>
        <w:t>. Транспорт материали /асфалтова смес, инертни материали, фрезован материал или строителни отпадъци/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лв/ткм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1.24</w:t>
      </w:r>
      <w:r w:rsidRPr="00F80820">
        <w:rPr>
          <w:sz w:val="22"/>
          <w:szCs w:val="22"/>
          <w:lang w:val="bg-BG"/>
        </w:rPr>
        <w:t>. Машинен изкоп на транспорт</w:t>
      </w:r>
      <w:r w:rsidRPr="00F80820">
        <w:rPr>
          <w:sz w:val="22"/>
          <w:szCs w:val="22"/>
          <w:lang w:val="bg-BG"/>
        </w:rPr>
        <w:tab/>
        <w:t xml:space="preserve">                                              </w:t>
      </w:r>
      <w:r>
        <w:rPr>
          <w:sz w:val="22"/>
          <w:szCs w:val="22"/>
          <w:lang w:val="bg-BG"/>
        </w:rPr>
        <w:t xml:space="preserve">    </w:t>
      </w:r>
      <w:r w:rsidRPr="00F80820">
        <w:rPr>
          <w:sz w:val="22"/>
          <w:szCs w:val="22"/>
          <w:lang w:val="bg-BG"/>
        </w:rPr>
        <w:t xml:space="preserve"> 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лв/м3</w:t>
      </w:r>
    </w:p>
    <w:p w:rsidR="00C8117D" w:rsidRPr="00F80820" w:rsidRDefault="00C8117D" w:rsidP="00577B43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1.25</w:t>
      </w:r>
      <w:r w:rsidRPr="00F80820">
        <w:rPr>
          <w:sz w:val="22"/>
          <w:szCs w:val="22"/>
          <w:lang w:val="bg-BG"/>
        </w:rPr>
        <w:t>. Ръчен изкоп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лв/м3</w:t>
      </w:r>
    </w:p>
    <w:p w:rsidR="00C8117D" w:rsidRPr="001E4DFE" w:rsidRDefault="00C8117D" w:rsidP="007056B0">
      <w:pPr>
        <w:ind w:firstLine="708"/>
        <w:rPr>
          <w:b/>
          <w:bCs/>
          <w:sz w:val="22"/>
          <w:szCs w:val="22"/>
          <w:lang w:val="ru-RU"/>
        </w:rPr>
      </w:pPr>
      <w:r w:rsidRPr="001E4DF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1E4DF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1E4DF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1E4DFE">
        <w:rPr>
          <w:b/>
          <w:bCs/>
          <w:sz w:val="22"/>
          <w:szCs w:val="22"/>
          <w:lang w:val="ru-RU"/>
        </w:rPr>
        <w:t>:</w:t>
      </w:r>
    </w:p>
    <w:p w:rsidR="00C8117D" w:rsidRPr="001E4DFE" w:rsidRDefault="00C8117D" w:rsidP="007056B0">
      <w:pPr>
        <w:ind w:firstLine="708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>-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 xml:space="preserve">лв/чч                 </w:t>
      </w:r>
    </w:p>
    <w:p w:rsidR="00C8117D" w:rsidRPr="001E4DFE" w:rsidRDefault="00C8117D" w:rsidP="007056B0">
      <w:pPr>
        <w:ind w:firstLine="708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1E4DFE">
        <w:rPr>
          <w:sz w:val="22"/>
          <w:szCs w:val="22"/>
          <w:lang w:val="ru-RU"/>
        </w:rPr>
        <w:tab/>
        <w:t>-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 xml:space="preserve">%      </w:t>
      </w:r>
    </w:p>
    <w:p w:rsidR="00C8117D" w:rsidRPr="001E4DFE" w:rsidRDefault="00C8117D" w:rsidP="007056B0">
      <w:pPr>
        <w:ind w:firstLine="708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1E4DFE">
        <w:rPr>
          <w:sz w:val="22"/>
          <w:szCs w:val="22"/>
          <w:lang w:val="ru-RU"/>
        </w:rPr>
        <w:tab/>
        <w:t>-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>%</w:t>
      </w:r>
    </w:p>
    <w:p w:rsidR="00C8117D" w:rsidRPr="001E4DFE" w:rsidRDefault="00C8117D" w:rsidP="007056B0">
      <w:pPr>
        <w:ind w:firstLine="708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>-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 xml:space="preserve">%         </w:t>
      </w:r>
    </w:p>
    <w:p w:rsidR="00C8117D" w:rsidRPr="001E4DFE" w:rsidRDefault="00C8117D" w:rsidP="007056B0">
      <w:pPr>
        <w:ind w:firstLine="708"/>
        <w:rPr>
          <w:sz w:val="22"/>
          <w:szCs w:val="22"/>
          <w:lang w:val="ru-RU"/>
        </w:rPr>
      </w:pPr>
      <w:r w:rsidRPr="001E4DFE">
        <w:rPr>
          <w:sz w:val="22"/>
          <w:szCs w:val="22"/>
          <w:lang w:val="ru-RU"/>
        </w:rPr>
        <w:t xml:space="preserve">2.5. Печалба </w:t>
      </w:r>
      <w:r w:rsidRPr="001E4DF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>-</w:t>
      </w:r>
      <w:r w:rsidRPr="001E4DFE">
        <w:rPr>
          <w:sz w:val="22"/>
          <w:szCs w:val="22"/>
          <w:lang w:val="ru-RU"/>
        </w:rPr>
        <w:tab/>
      </w:r>
      <w:r w:rsidRPr="001E4DFE">
        <w:rPr>
          <w:sz w:val="22"/>
          <w:szCs w:val="22"/>
          <w:lang w:val="ru-RU"/>
        </w:rPr>
        <w:tab/>
        <w:t xml:space="preserve">%         </w:t>
      </w:r>
    </w:p>
    <w:p w:rsidR="00C8117D" w:rsidRPr="004075B0" w:rsidRDefault="00C8117D" w:rsidP="007056B0">
      <w:pPr>
        <w:ind w:firstLine="708"/>
        <w:jc w:val="both"/>
        <w:rPr>
          <w:sz w:val="22"/>
          <w:szCs w:val="22"/>
          <w:lang w:val="bg-BG"/>
        </w:rPr>
      </w:pPr>
      <w:r w:rsidRPr="001E4DF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C8117D" w:rsidRPr="004075B0" w:rsidRDefault="00C8117D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C8117D" w:rsidRPr="004075B0" w:rsidRDefault="00C8117D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1E4DF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1E4DF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1E4DF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1E4DF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1E4DF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C8117D" w:rsidRPr="004075B0" w:rsidRDefault="00C8117D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C8117D" w:rsidRPr="004075B0" w:rsidRDefault="00C8117D" w:rsidP="001E4DFE">
      <w:pPr>
        <w:jc w:val="both"/>
        <w:rPr>
          <w:sz w:val="22"/>
          <w:szCs w:val="22"/>
          <w:lang w:val="bg-BG"/>
        </w:rPr>
      </w:pPr>
      <w:r w:rsidRPr="001E4DF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1E4DF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1E4DF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1E4DF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C8117D" w:rsidRPr="004075B0">
        <w:trPr>
          <w:trHeight w:val="365"/>
        </w:trPr>
        <w:tc>
          <w:tcPr>
            <w:tcW w:w="4875" w:type="dxa"/>
            <w:vAlign w:val="center"/>
          </w:tcPr>
          <w:p w:rsidR="00C8117D" w:rsidRPr="004075B0" w:rsidRDefault="00C8117D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C8117D" w:rsidRPr="004075B0" w:rsidRDefault="00C8117D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C8117D" w:rsidRPr="004075B0">
        <w:trPr>
          <w:trHeight w:val="388"/>
        </w:trPr>
        <w:tc>
          <w:tcPr>
            <w:tcW w:w="4875" w:type="dxa"/>
            <w:vAlign w:val="center"/>
          </w:tcPr>
          <w:p w:rsidR="00C8117D" w:rsidRPr="004075B0" w:rsidRDefault="00C8117D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C8117D" w:rsidRPr="004075B0" w:rsidRDefault="00C8117D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C8117D" w:rsidRPr="004075B0">
        <w:trPr>
          <w:trHeight w:val="455"/>
        </w:trPr>
        <w:tc>
          <w:tcPr>
            <w:tcW w:w="4875" w:type="dxa"/>
            <w:vAlign w:val="center"/>
          </w:tcPr>
          <w:p w:rsidR="00C8117D" w:rsidRPr="004075B0" w:rsidRDefault="00C8117D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C8117D" w:rsidRPr="004075B0" w:rsidRDefault="00C8117D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C8117D" w:rsidRDefault="00C8117D"/>
    <w:sectPr w:rsidR="00C8117D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852CC"/>
    <w:rsid w:val="00191B9B"/>
    <w:rsid w:val="001C4A45"/>
    <w:rsid w:val="001E4DFE"/>
    <w:rsid w:val="00213D7E"/>
    <w:rsid w:val="002738B1"/>
    <w:rsid w:val="00320453"/>
    <w:rsid w:val="004075B0"/>
    <w:rsid w:val="00500918"/>
    <w:rsid w:val="00577B43"/>
    <w:rsid w:val="00672A36"/>
    <w:rsid w:val="006732B1"/>
    <w:rsid w:val="00690C93"/>
    <w:rsid w:val="006C4620"/>
    <w:rsid w:val="007056B0"/>
    <w:rsid w:val="00924656"/>
    <w:rsid w:val="0092696B"/>
    <w:rsid w:val="00A0108D"/>
    <w:rsid w:val="00A128FB"/>
    <w:rsid w:val="00A14F6C"/>
    <w:rsid w:val="00AF1900"/>
    <w:rsid w:val="00B41F7C"/>
    <w:rsid w:val="00B66E0D"/>
    <w:rsid w:val="00B70F36"/>
    <w:rsid w:val="00C8117D"/>
    <w:rsid w:val="00CC434E"/>
    <w:rsid w:val="00D45A05"/>
    <w:rsid w:val="00E16B81"/>
    <w:rsid w:val="00E50BA8"/>
    <w:rsid w:val="00E84CE1"/>
    <w:rsid w:val="00E97D54"/>
    <w:rsid w:val="00EF7AE7"/>
    <w:rsid w:val="00F80820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link w:val="DefaultParagraphFont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909</Words>
  <Characters>5183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2013-02-27T07:31:00Z</dcterms:created>
  <dcterms:modified xsi:type="dcterms:W3CDTF">2013-03-11T08:01:00Z</dcterms:modified>
</cp:coreProperties>
</file>